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B87B9" w14:textId="77777777" w:rsidR="000719BB" w:rsidRDefault="000719BB" w:rsidP="006C2343">
      <w:pPr>
        <w:pStyle w:val="Titul2"/>
      </w:pPr>
    </w:p>
    <w:p w14:paraId="2232748A" w14:textId="77777777" w:rsidR="00826B7B" w:rsidRDefault="00826B7B" w:rsidP="006C2343">
      <w:pPr>
        <w:pStyle w:val="Titul2"/>
      </w:pPr>
    </w:p>
    <w:p w14:paraId="04AD8BAF" w14:textId="77777777" w:rsidR="000008ED" w:rsidRPr="000719BB" w:rsidRDefault="000008ED" w:rsidP="006C2343">
      <w:pPr>
        <w:pStyle w:val="Titul2"/>
      </w:pPr>
      <w:r>
        <w:t>Díl 4</w:t>
      </w:r>
    </w:p>
    <w:p w14:paraId="10D458DF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D622181" w14:textId="77777777" w:rsidR="00AD0C7B" w:rsidRDefault="00AD0C7B" w:rsidP="00AD0C7B">
      <w:pPr>
        <w:pStyle w:val="Titul2"/>
      </w:pPr>
    </w:p>
    <w:p w14:paraId="78AC1811" w14:textId="77777777" w:rsidR="000008ED" w:rsidRDefault="000008ED" w:rsidP="00AD0C7B">
      <w:pPr>
        <w:pStyle w:val="Titul2"/>
      </w:pPr>
      <w:r>
        <w:t>Část 1</w:t>
      </w:r>
    </w:p>
    <w:p w14:paraId="7D244BF1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748261D8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8B0FBD6E1E446708712FFBE8A52DFCF"/>
        </w:placeholder>
        <w:text/>
      </w:sdtPr>
      <w:sdtEndPr>
        <w:rPr>
          <w:rStyle w:val="Nzevakce"/>
        </w:rPr>
      </w:sdtEndPr>
      <w:sdtContent>
        <w:p w14:paraId="216C5663" w14:textId="2679B17C" w:rsidR="001A60F1" w:rsidRPr="00587451" w:rsidRDefault="00587451" w:rsidP="00587451">
          <w:pPr>
            <w:pStyle w:val="Tituldatum"/>
            <w:rPr>
              <w:rStyle w:val="Nzevakce"/>
            </w:rPr>
          </w:pPr>
          <w:r w:rsidRPr="00587451">
            <w:rPr>
              <w:rStyle w:val="Nzevakce"/>
            </w:rPr>
            <w:t>„</w:t>
          </w:r>
          <w:r w:rsidR="001A60F1" w:rsidRPr="00587451">
            <w:rPr>
              <w:rStyle w:val="Nzevakce"/>
            </w:rPr>
            <w:t>Rekonstrukce hygienického zázemí v žst Jilemnice, Dolní Lipka, Častolovice, Hronov, Malé Svatoňovice</w:t>
          </w:r>
          <w:r w:rsidRPr="00587451">
            <w:rPr>
              <w:rStyle w:val="Nzevakce"/>
            </w:rPr>
            <w:t>“</w:t>
          </w:r>
          <w:r w:rsidR="001A60F1" w:rsidRPr="00587451">
            <w:rPr>
              <w:rStyle w:val="Nzevakce"/>
            </w:rPr>
            <w:t xml:space="preserve"> – </w:t>
          </w:r>
          <w:r w:rsidRPr="00587451">
            <w:rPr>
              <w:rStyle w:val="Nzevakce"/>
            </w:rPr>
            <w:t>2. etapa</w:t>
          </w:r>
        </w:p>
      </w:sdtContent>
    </w:sdt>
    <w:p w14:paraId="76FF9E72" w14:textId="31F48C31" w:rsidR="00C90F19" w:rsidRPr="003D7FA2" w:rsidRDefault="00C90F19" w:rsidP="00587451">
      <w:pPr>
        <w:pStyle w:val="Tituldatum"/>
        <w:rPr>
          <w:rFonts w:cs="Arial"/>
        </w:rPr>
      </w:pPr>
    </w:p>
    <w:p w14:paraId="3CE7AA8A" w14:textId="77777777" w:rsidR="003D7FA2" w:rsidRDefault="003D7FA2" w:rsidP="006C2343">
      <w:pPr>
        <w:pStyle w:val="Tituldatum"/>
      </w:pPr>
    </w:p>
    <w:p w14:paraId="1E0AA713" w14:textId="77777777" w:rsidR="003D7FA2" w:rsidRDefault="003D7FA2" w:rsidP="006C2343">
      <w:pPr>
        <w:pStyle w:val="Tituldatum"/>
      </w:pPr>
    </w:p>
    <w:p w14:paraId="7F54A6BD" w14:textId="77777777" w:rsidR="003D7FA2" w:rsidRDefault="003D7FA2" w:rsidP="006C2343">
      <w:pPr>
        <w:pStyle w:val="Tituldatum"/>
      </w:pPr>
    </w:p>
    <w:p w14:paraId="6DAEAC9D" w14:textId="77777777" w:rsidR="003D7FA2" w:rsidRDefault="003D7FA2" w:rsidP="006C2343">
      <w:pPr>
        <w:pStyle w:val="Tituldatum"/>
      </w:pPr>
    </w:p>
    <w:p w14:paraId="476E7CE4" w14:textId="21B6F14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A60F1">
        <w:t>26</w:t>
      </w:r>
      <w:r w:rsidR="00EE1BEC">
        <w:t>.</w:t>
      </w:r>
      <w:r w:rsidR="00CD20AB">
        <w:t xml:space="preserve"> </w:t>
      </w:r>
      <w:r w:rsidR="001A60F1">
        <w:t>2</w:t>
      </w:r>
      <w:r w:rsidR="003C1F4E" w:rsidRPr="003C1F4E">
        <w:t>.</w:t>
      </w:r>
      <w:r w:rsidR="00CD20AB">
        <w:t xml:space="preserve"> </w:t>
      </w:r>
      <w:r w:rsidR="003C1F4E" w:rsidRPr="003C1F4E">
        <w:t>202</w:t>
      </w:r>
      <w:r w:rsidR="00141B6B">
        <w:t>4</w:t>
      </w:r>
    </w:p>
    <w:p w14:paraId="74BA0BDE" w14:textId="547AE3E4" w:rsidR="00755BC3" w:rsidRDefault="00755BC3">
      <w:pPr>
        <w:spacing w:after="240" w:line="264" w:lineRule="auto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09859047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20664A12" w14:textId="77777777" w:rsidR="00BD7E91" w:rsidRDefault="00BD7E91" w:rsidP="000008ED">
      <w:pPr>
        <w:pStyle w:val="Nadpisbezsl1-1"/>
      </w:pPr>
      <w:r w:rsidRPr="000008ED">
        <w:t>Obsah</w:t>
      </w:r>
    </w:p>
    <w:p w14:paraId="0F346949" w14:textId="77777777"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14:paraId="68B7D9B4" w14:textId="77777777" w:rsidR="00196C40" w:rsidRDefault="00604C3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7027B377" w14:textId="77777777" w:rsidR="00196C40" w:rsidRDefault="00604C3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3E1CDDB5" w14:textId="77777777" w:rsidR="00196C40" w:rsidRDefault="00604C3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74723DCB" w14:textId="77777777" w:rsidR="00196C40" w:rsidRDefault="00604C3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5DB99B2A" w14:textId="77777777" w:rsidR="00196C40" w:rsidRDefault="00604C3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3482955E" w14:textId="77777777" w:rsidR="00196C40" w:rsidRDefault="00604C3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10A8FB56" w14:textId="77777777" w:rsidR="00196C40" w:rsidRDefault="00604C3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3DBED0F5" w14:textId="77777777" w:rsidR="00AD0C7B" w:rsidRDefault="00BD7E91" w:rsidP="008D03B9">
      <w:r>
        <w:fldChar w:fldCharType="end"/>
      </w:r>
    </w:p>
    <w:p w14:paraId="5C63221E" w14:textId="77777777" w:rsidR="000008ED" w:rsidRDefault="000008ED" w:rsidP="008D03B9"/>
    <w:p w14:paraId="6220ADF1" w14:textId="77777777" w:rsidR="000008ED" w:rsidRDefault="000008ED" w:rsidP="008D03B9"/>
    <w:p w14:paraId="1ABDD69D" w14:textId="77777777" w:rsidR="000008ED" w:rsidRDefault="000008ED" w:rsidP="008D03B9"/>
    <w:p w14:paraId="7FDEF343" w14:textId="77777777" w:rsidR="000008ED" w:rsidRDefault="000008ED" w:rsidP="008D03B9"/>
    <w:p w14:paraId="27275451" w14:textId="77777777"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053F02D2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DA6E62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C97FF8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5C21B48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5BEED4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E6323A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6FB93B2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17C0F7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528B5C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3E098BF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1E8B27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CD1E21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F7D1E5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4C4500" w14:textId="77777777"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FFCD8A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0BD01D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01EF83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4E2A6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D5BF00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FC61D5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2023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E1F86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13A2D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5B06C5" w14:textId="77777777" w:rsidR="005E07BA" w:rsidRPr="006115D3" w:rsidRDefault="005E07BA" w:rsidP="00BC06B4">
            <w:pPr>
              <w:pStyle w:val="Zkratky2"/>
            </w:pPr>
          </w:p>
        </w:tc>
      </w:tr>
    </w:tbl>
    <w:p w14:paraId="1A6F8CBE" w14:textId="77777777" w:rsidR="00041EC8" w:rsidRDefault="00041EC8" w:rsidP="00AD0C7B"/>
    <w:p w14:paraId="44770FFE" w14:textId="77777777" w:rsidR="00826B7B" w:rsidRDefault="00826B7B" w:rsidP="008D03B9"/>
    <w:p w14:paraId="26AD5B3E" w14:textId="77777777" w:rsidR="00826B7B" w:rsidRDefault="00826B7B">
      <w:r>
        <w:br w:type="page"/>
      </w:r>
    </w:p>
    <w:p w14:paraId="63921670" w14:textId="77777777"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673BA60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0C1E019" w14:textId="77777777"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14:paraId="38BEF639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 SO 98-98 Všeobecný objekt.</w:t>
      </w:r>
    </w:p>
    <w:p w14:paraId="10F8CC11" w14:textId="77777777"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14:paraId="33B9561C" w14:textId="77777777"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proofErr w:type="gramStart"/>
      <w:r>
        <w:t>-  Oborový</w:t>
      </w:r>
      <w:proofErr w:type="gramEnd"/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682930E8" w14:textId="77777777"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14:paraId="0F463217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2FC4EDC" w14:textId="77777777"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14:paraId="746A11B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4371B89" w14:textId="77777777" w:rsidR="005E07BA" w:rsidRDefault="005E07BA" w:rsidP="005E07BA">
      <w:pPr>
        <w:pStyle w:val="Text2-1"/>
      </w:pPr>
      <w:r>
        <w:t>Položky soupisu prací obsahují pole:</w:t>
      </w:r>
    </w:p>
    <w:p w14:paraId="7128201F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B653ECC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6626E38F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7CF4E1C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598680A9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802A67E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38B9F41C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0D6A2D3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5314B86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5F2B2979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15E2DFFA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BB72534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7C1B1C3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37178D5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D96A843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37C1E1C4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23FEE45C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48B7431" w14:textId="77777777" w:rsidR="005E07BA" w:rsidRDefault="005E07BA" w:rsidP="005E07BA">
      <w:pPr>
        <w:pStyle w:val="Odrka1-2-"/>
      </w:pPr>
      <w:r>
        <w:t>náklady na veškerá pojištění;</w:t>
      </w:r>
    </w:p>
    <w:p w14:paraId="74F53C50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F17B1F5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4B130F9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54A2358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783ABABC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01AC15A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1D784156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96F3718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2AA15415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0A238498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0FA28254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86E9273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74F53FFC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FA48A33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656B6D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27B16119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5AE6D3B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4563428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5A1BC057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5AEB354" w14:textId="77777777"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4A2282AB" w14:textId="77777777" w:rsidR="005E07BA" w:rsidRDefault="005E07BA" w:rsidP="005E07BA">
      <w:pPr>
        <w:pStyle w:val="Odrka1-2-"/>
      </w:pPr>
      <w:r>
        <w:t>geodetickou a koordinační činnost,</w:t>
      </w:r>
    </w:p>
    <w:p w14:paraId="28FBBC5B" w14:textId="77777777" w:rsidR="005E07BA" w:rsidRDefault="005E07BA" w:rsidP="005E07BA">
      <w:pPr>
        <w:pStyle w:val="Odrka1-2-"/>
      </w:pPr>
      <w:r>
        <w:t>veškeré zkoušky a revize.</w:t>
      </w:r>
    </w:p>
    <w:p w14:paraId="5C75A78E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8A9CAC7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4D5061E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14:paraId="4B586DDC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A7B7D45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14:paraId="0E818C92" w14:textId="77777777" w:rsidR="005E07BA" w:rsidRDefault="005E07BA" w:rsidP="005E07BA">
      <w:pPr>
        <w:pStyle w:val="Nadpis2-1"/>
      </w:pPr>
      <w:bookmarkStart w:id="10" w:name="_Toc24020717"/>
      <w:r>
        <w:lastRenderedPageBreak/>
        <w:t>MĚŘENÍ</w:t>
      </w:r>
      <w:bookmarkEnd w:id="10"/>
    </w:p>
    <w:p w14:paraId="1AFA81FA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17590B7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E1AB90A" w14:textId="77777777" w:rsidR="005E07BA" w:rsidRDefault="005E07BA" w:rsidP="001D1F8C">
      <w:pPr>
        <w:pStyle w:val="Nadpis2-1"/>
      </w:pPr>
      <w:bookmarkStart w:id="11" w:name="_Toc24020718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2398D6C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4F34B71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4D0B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526C6" w14:textId="77777777" w:rsidR="004D0BEB" w:rsidRDefault="004D0BEB" w:rsidP="00962258">
      <w:pPr>
        <w:spacing w:after="0" w:line="240" w:lineRule="auto"/>
      </w:pPr>
      <w:r>
        <w:separator/>
      </w:r>
    </w:p>
  </w:endnote>
  <w:endnote w:type="continuationSeparator" w:id="0">
    <w:p w14:paraId="18B40B2C" w14:textId="77777777" w:rsidR="004D0BEB" w:rsidRDefault="004D0B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5AD2C4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410B70B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188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188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38DE5C3" w14:textId="039D13A2" w:rsidR="00DB705C" w:rsidRDefault="001A60F1" w:rsidP="00C87634">
          <w:pPr>
            <w:pStyle w:val="Zpatvlevo"/>
          </w:pPr>
          <w:r>
            <w:rPr>
              <w:rFonts w:cs="Arial"/>
            </w:rPr>
            <w:t xml:space="preserve">Rekonstrukce hygienického zázemí v žst Jilemnice, Dolní Lipka, Častolovice, Hronov, Malé Svatoňovice – </w:t>
          </w:r>
          <w:r w:rsidR="00604C36">
            <w:rPr>
              <w:rFonts w:cs="Arial"/>
            </w:rPr>
            <w:t>2. etapa</w:t>
          </w:r>
        </w:p>
        <w:p w14:paraId="792398E3" w14:textId="112F8222" w:rsidR="00CF0EF4" w:rsidRPr="003462EB" w:rsidRDefault="00604C36" w:rsidP="00604C36">
          <w:pPr>
            <w:pStyle w:val="Zpatvlevo"/>
          </w:pPr>
          <w:r>
            <w:t>KOMENTÁŘ K SOUPISU PRACÍ</w:t>
          </w:r>
        </w:p>
      </w:tc>
    </w:tr>
  </w:tbl>
  <w:p w14:paraId="3F87BA1E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8F5FE6D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E5EACE9" w14:textId="41870091" w:rsidR="001A60F1" w:rsidRDefault="001A60F1" w:rsidP="001A60F1">
          <w:pPr>
            <w:pStyle w:val="Zpatvlevo"/>
            <w:jc w:val="right"/>
          </w:pPr>
          <w:r>
            <w:rPr>
              <w:rFonts w:cs="Arial"/>
            </w:rPr>
            <w:t xml:space="preserve">Rekonstrukce hygienického zázemí v žst Jilemnice, Dolní Lipka, Častolovice, Hronov, Malé Svatoňovice – </w:t>
          </w:r>
          <w:r w:rsidR="00604C36">
            <w:rPr>
              <w:rFonts w:cs="Arial"/>
            </w:rPr>
            <w:t>2. etapa</w:t>
          </w:r>
        </w:p>
        <w:p w14:paraId="6F0976CD" w14:textId="0B40AACD" w:rsidR="00CF0EF4" w:rsidRPr="003462EB" w:rsidRDefault="00604C36" w:rsidP="00604C36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04C36">
            <w:rPr>
              <w:rStyle w:val="slostrnky"/>
              <w:b w:val="0"/>
              <w:color w:val="auto"/>
              <w:sz w:val="12"/>
            </w:rPr>
            <w:t>KOMENTÁŘ K SOUPISU PRACÍ</w:t>
          </w:r>
        </w:p>
      </w:tc>
      <w:tc>
        <w:tcPr>
          <w:tcW w:w="907" w:type="dxa"/>
          <w:vAlign w:val="bottom"/>
        </w:tcPr>
        <w:p w14:paraId="591F831E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188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188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02E5DFD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9C64" w14:textId="77777777" w:rsidR="00CF0EF4" w:rsidRPr="00B8518B" w:rsidRDefault="00CF0EF4" w:rsidP="00CF0EF4">
    <w:pPr>
      <w:pStyle w:val="Zpat"/>
      <w:rPr>
        <w:sz w:val="2"/>
        <w:szCs w:val="2"/>
      </w:rPr>
    </w:pPr>
  </w:p>
  <w:p w14:paraId="76A78DC7" w14:textId="248922A3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51CCCDBD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6DAD5" w14:textId="77777777" w:rsidR="004D0BEB" w:rsidRDefault="004D0BEB" w:rsidP="00962258">
      <w:pPr>
        <w:spacing w:after="0" w:line="240" w:lineRule="auto"/>
      </w:pPr>
      <w:r>
        <w:separator/>
      </w:r>
    </w:p>
  </w:footnote>
  <w:footnote w:type="continuationSeparator" w:id="0">
    <w:p w14:paraId="3E310F30" w14:textId="77777777" w:rsidR="004D0BEB" w:rsidRDefault="004D0B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95B18" w14:textId="77777777" w:rsidR="00604C36" w:rsidRDefault="00604C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A1CA1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2F0BA08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1D7755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77DB15" w14:textId="77777777" w:rsidR="0076790E" w:rsidRPr="00D6163D" w:rsidRDefault="0076790E" w:rsidP="00D6163D">
          <w:pPr>
            <w:pStyle w:val="Druhdokumentu"/>
          </w:pPr>
        </w:p>
      </w:tc>
    </w:tr>
  </w:tbl>
  <w:p w14:paraId="1766C2AE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7CF3A8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7AFA09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D705B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C79DDC1" wp14:editId="7A3D15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5021BDC" w14:textId="77777777" w:rsidR="0076790E" w:rsidRPr="00D6163D" w:rsidRDefault="0076790E" w:rsidP="00FC6389">
          <w:pPr>
            <w:pStyle w:val="Druhdokumentu"/>
          </w:pPr>
        </w:p>
      </w:tc>
    </w:tr>
    <w:tr w:rsidR="0076790E" w14:paraId="03C613C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933D3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9F57C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4F7DC2B" w14:textId="77777777" w:rsidR="0076790E" w:rsidRPr="00D6163D" w:rsidRDefault="0076790E" w:rsidP="00FC6389">
          <w:pPr>
            <w:pStyle w:val="Druhdokumentu"/>
          </w:pPr>
        </w:p>
      </w:tc>
    </w:tr>
  </w:tbl>
  <w:p w14:paraId="60F23919" w14:textId="77777777" w:rsidR="0076790E" w:rsidRPr="00D6163D" w:rsidRDefault="0076790E" w:rsidP="00FC6389">
    <w:pPr>
      <w:pStyle w:val="Zhlav"/>
      <w:rPr>
        <w:sz w:val="8"/>
        <w:szCs w:val="8"/>
      </w:rPr>
    </w:pPr>
  </w:p>
  <w:p w14:paraId="47855291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538C6"/>
    <w:multiLevelType w:val="hybridMultilevel"/>
    <w:tmpl w:val="7C462C42"/>
    <w:lvl w:ilvl="0" w:tplc="7D2A20D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033448">
    <w:abstractNumId w:val="3"/>
  </w:num>
  <w:num w:numId="2" w16cid:durableId="54741857">
    <w:abstractNumId w:val="1"/>
  </w:num>
  <w:num w:numId="3" w16cid:durableId="1328097057">
    <w:abstractNumId w:val="9"/>
  </w:num>
  <w:num w:numId="4" w16cid:durableId="320738539">
    <w:abstractNumId w:val="4"/>
  </w:num>
  <w:num w:numId="5" w16cid:durableId="863861475">
    <w:abstractNumId w:val="11"/>
  </w:num>
  <w:num w:numId="6" w16cid:durableId="1433934639">
    <w:abstractNumId w:val="5"/>
  </w:num>
  <w:num w:numId="7" w16cid:durableId="1355233727">
    <w:abstractNumId w:val="7"/>
  </w:num>
  <w:num w:numId="8" w16cid:durableId="1207374955">
    <w:abstractNumId w:val="8"/>
  </w:num>
  <w:num w:numId="9" w16cid:durableId="1405109504">
    <w:abstractNumId w:val="0"/>
  </w:num>
  <w:num w:numId="10" w16cid:durableId="2100102749">
    <w:abstractNumId w:val="2"/>
  </w:num>
  <w:num w:numId="11" w16cid:durableId="380713251">
    <w:abstractNumId w:val="10"/>
  </w:num>
  <w:num w:numId="12" w16cid:durableId="1180662577">
    <w:abstractNumId w:val="0"/>
  </w:num>
  <w:num w:numId="13" w16cid:durableId="364788735">
    <w:abstractNumId w:val="2"/>
  </w:num>
  <w:num w:numId="14" w16cid:durableId="56242307">
    <w:abstractNumId w:val="2"/>
  </w:num>
  <w:num w:numId="15" w16cid:durableId="237055541">
    <w:abstractNumId w:val="5"/>
  </w:num>
  <w:num w:numId="16" w16cid:durableId="364599222">
    <w:abstractNumId w:val="5"/>
  </w:num>
  <w:num w:numId="17" w16cid:durableId="911159362">
    <w:abstractNumId w:val="5"/>
  </w:num>
  <w:num w:numId="18" w16cid:durableId="510221757">
    <w:abstractNumId w:val="5"/>
  </w:num>
  <w:num w:numId="19" w16cid:durableId="1077361305">
    <w:abstractNumId w:val="7"/>
  </w:num>
  <w:num w:numId="20" w16cid:durableId="58018644">
    <w:abstractNumId w:val="7"/>
  </w:num>
  <w:num w:numId="21" w16cid:durableId="1854220255">
    <w:abstractNumId w:val="7"/>
  </w:num>
  <w:num w:numId="22" w16cid:durableId="863177548">
    <w:abstractNumId w:val="7"/>
  </w:num>
  <w:num w:numId="23" w16cid:durableId="1344866030">
    <w:abstractNumId w:val="8"/>
  </w:num>
  <w:num w:numId="24" w16cid:durableId="262734601">
    <w:abstractNumId w:val="0"/>
  </w:num>
  <w:num w:numId="25" w16cid:durableId="1203010955">
    <w:abstractNumId w:val="0"/>
  </w:num>
  <w:num w:numId="26" w16cid:durableId="352001633">
    <w:abstractNumId w:val="2"/>
  </w:num>
  <w:num w:numId="27" w16cid:durableId="494997047">
    <w:abstractNumId w:val="2"/>
  </w:num>
  <w:num w:numId="28" w16cid:durableId="1694107363">
    <w:abstractNumId w:val="10"/>
  </w:num>
  <w:num w:numId="29" w16cid:durableId="954871277">
    <w:abstractNumId w:val="0"/>
  </w:num>
  <w:num w:numId="30" w16cid:durableId="1693074143">
    <w:abstractNumId w:val="2"/>
  </w:num>
  <w:num w:numId="31" w16cid:durableId="369500904">
    <w:abstractNumId w:val="2"/>
  </w:num>
  <w:num w:numId="32" w16cid:durableId="749237050">
    <w:abstractNumId w:val="5"/>
  </w:num>
  <w:num w:numId="33" w16cid:durableId="716930021">
    <w:abstractNumId w:val="5"/>
  </w:num>
  <w:num w:numId="34" w16cid:durableId="734166170">
    <w:abstractNumId w:val="5"/>
  </w:num>
  <w:num w:numId="35" w16cid:durableId="2021423324">
    <w:abstractNumId w:val="5"/>
  </w:num>
  <w:num w:numId="36" w16cid:durableId="663971724">
    <w:abstractNumId w:val="7"/>
  </w:num>
  <w:num w:numId="37" w16cid:durableId="944731794">
    <w:abstractNumId w:val="7"/>
  </w:num>
  <w:num w:numId="38" w16cid:durableId="1451514077">
    <w:abstractNumId w:val="7"/>
  </w:num>
  <w:num w:numId="39" w16cid:durableId="2123958715">
    <w:abstractNumId w:val="7"/>
  </w:num>
  <w:num w:numId="40" w16cid:durableId="968438260">
    <w:abstractNumId w:val="8"/>
  </w:num>
  <w:num w:numId="41" w16cid:durableId="1639802443">
    <w:abstractNumId w:val="0"/>
  </w:num>
  <w:num w:numId="42" w16cid:durableId="847401863">
    <w:abstractNumId w:val="0"/>
  </w:num>
  <w:num w:numId="43" w16cid:durableId="175537853">
    <w:abstractNumId w:val="2"/>
  </w:num>
  <w:num w:numId="44" w16cid:durableId="1601910593">
    <w:abstractNumId w:val="2"/>
  </w:num>
  <w:num w:numId="45" w16cid:durableId="1148522430">
    <w:abstractNumId w:val="10"/>
  </w:num>
  <w:num w:numId="46" w16cid:durableId="1629778738">
    <w:abstractNumId w:val="10"/>
  </w:num>
  <w:num w:numId="47" w16cid:durableId="8076015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BEC"/>
    <w:rsid w:val="000008ED"/>
    <w:rsid w:val="00017F3C"/>
    <w:rsid w:val="00020049"/>
    <w:rsid w:val="000373DC"/>
    <w:rsid w:val="00041EC8"/>
    <w:rsid w:val="000476A7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0625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31883"/>
    <w:rsid w:val="00141B6B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A60F1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D7FA2"/>
    <w:rsid w:val="003E420D"/>
    <w:rsid w:val="003E4C13"/>
    <w:rsid w:val="003E7846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C4399"/>
    <w:rsid w:val="004C7451"/>
    <w:rsid w:val="004C787C"/>
    <w:rsid w:val="004D0BEB"/>
    <w:rsid w:val="004E7A1F"/>
    <w:rsid w:val="004F4B9B"/>
    <w:rsid w:val="0050666E"/>
    <w:rsid w:val="0051020F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87451"/>
    <w:rsid w:val="005A1F44"/>
    <w:rsid w:val="005B76D4"/>
    <w:rsid w:val="005D3C39"/>
    <w:rsid w:val="005E07BA"/>
    <w:rsid w:val="00601A8C"/>
    <w:rsid w:val="00604C36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55BC3"/>
    <w:rsid w:val="0076286B"/>
    <w:rsid w:val="00766846"/>
    <w:rsid w:val="0076790E"/>
    <w:rsid w:val="00770B67"/>
    <w:rsid w:val="0077673A"/>
    <w:rsid w:val="007846E1"/>
    <w:rsid w:val="007847D6"/>
    <w:rsid w:val="007A5172"/>
    <w:rsid w:val="007A67A0"/>
    <w:rsid w:val="007B570C"/>
    <w:rsid w:val="007C263C"/>
    <w:rsid w:val="007D76B3"/>
    <w:rsid w:val="007E4A6E"/>
    <w:rsid w:val="007F56A7"/>
    <w:rsid w:val="00800851"/>
    <w:rsid w:val="008035BF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750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0DBC"/>
    <w:rsid w:val="00A01A97"/>
    <w:rsid w:val="00A0740E"/>
    <w:rsid w:val="00A12EAD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1771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D20AB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B705C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2B62"/>
    <w:rsid w:val="00EB46E5"/>
    <w:rsid w:val="00ED0703"/>
    <w:rsid w:val="00ED14BD"/>
    <w:rsid w:val="00EE1BEC"/>
    <w:rsid w:val="00EF5C93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09680"/>
  <w14:defaultImageDpi w14:val="32767"/>
  <w15:docId w15:val="{5EFE6C8D-F62A-40C8-B84C-537DE61ED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EF5C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KS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B0FBD6E1E446708712FFBE8A52DF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2C202D-6221-4296-9A9C-F30BFFE888CE}"/>
      </w:docPartPr>
      <w:docPartBody>
        <w:p w:rsidR="008E73E6" w:rsidRDefault="00B64A26" w:rsidP="00B64A26">
          <w:pPr>
            <w:pStyle w:val="68B0FBD6E1E446708712FFBE8A52DFC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535"/>
    <w:rsid w:val="000A5929"/>
    <w:rsid w:val="0015585D"/>
    <w:rsid w:val="00272EA0"/>
    <w:rsid w:val="006309BE"/>
    <w:rsid w:val="008E73E6"/>
    <w:rsid w:val="00A71C09"/>
    <w:rsid w:val="00AF1550"/>
    <w:rsid w:val="00B64A26"/>
    <w:rsid w:val="00B74EDC"/>
    <w:rsid w:val="00C64826"/>
    <w:rsid w:val="00D94535"/>
    <w:rsid w:val="00DF3984"/>
    <w:rsid w:val="00E67895"/>
    <w:rsid w:val="00F0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4A26"/>
    <w:rPr>
      <w:color w:val="808080"/>
    </w:rPr>
  </w:style>
  <w:style w:type="paragraph" w:customStyle="1" w:styleId="68B0FBD6E1E446708712FFBE8A52DFCF">
    <w:name w:val="68B0FBD6E1E446708712FFBE8A52DFCF"/>
    <w:rsid w:val="00B64A26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40E0E4E-156E-4F9F-B6F6-69A9569B8E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KSP_80,155</Template>
  <TotalTime>32</TotalTime>
  <Pages>6</Pages>
  <Words>1821</Words>
  <Characters>10750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Rečková Radomíra, Ing.</cp:lastModifiedBy>
  <cp:revision>15</cp:revision>
  <cp:lastPrinted>2019-03-13T10:28:00Z</cp:lastPrinted>
  <dcterms:created xsi:type="dcterms:W3CDTF">2020-03-24T08:11:00Z</dcterms:created>
  <dcterms:modified xsi:type="dcterms:W3CDTF">2024-02-27T10:41:00Z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